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343CC" w14:textId="34FFF519" w:rsidR="006E5D65" w:rsidRPr="008D56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D5647">
        <w:rPr>
          <w:rFonts w:ascii="Corbel" w:hAnsi="Corbel"/>
          <w:b/>
          <w:bCs/>
        </w:rPr>
        <w:t xml:space="preserve">   </w:t>
      </w:r>
      <w:r w:rsidR="00CD6897" w:rsidRPr="008D5647">
        <w:rPr>
          <w:rFonts w:ascii="Corbel" w:hAnsi="Corbel"/>
          <w:b/>
          <w:bCs/>
        </w:rPr>
        <w:tab/>
      </w:r>
      <w:r w:rsidR="00CD6897" w:rsidRPr="008D5647">
        <w:rPr>
          <w:rFonts w:ascii="Corbel" w:hAnsi="Corbel"/>
          <w:b/>
          <w:bCs/>
        </w:rPr>
        <w:tab/>
      </w:r>
      <w:r w:rsidR="00CD6897" w:rsidRPr="008D5647">
        <w:rPr>
          <w:rFonts w:ascii="Corbel" w:hAnsi="Corbel"/>
          <w:b/>
          <w:bCs/>
        </w:rPr>
        <w:tab/>
      </w:r>
      <w:r w:rsidR="00CD6897" w:rsidRPr="008D5647">
        <w:rPr>
          <w:rFonts w:ascii="Corbel" w:hAnsi="Corbel"/>
          <w:b/>
          <w:bCs/>
        </w:rPr>
        <w:tab/>
      </w:r>
      <w:r w:rsidR="00CD6897" w:rsidRPr="008D5647">
        <w:rPr>
          <w:rFonts w:ascii="Corbel" w:hAnsi="Corbel"/>
          <w:b/>
          <w:bCs/>
        </w:rPr>
        <w:tab/>
      </w:r>
      <w:r w:rsidR="00CD6897" w:rsidRPr="008D5647">
        <w:rPr>
          <w:rFonts w:ascii="Corbel" w:hAnsi="Corbel"/>
          <w:b/>
          <w:bCs/>
        </w:rPr>
        <w:tab/>
      </w:r>
      <w:r w:rsidR="00D8678B" w:rsidRPr="008D5647">
        <w:rPr>
          <w:rFonts w:ascii="Corbel" w:hAnsi="Corbel"/>
          <w:bCs/>
          <w:i/>
        </w:rPr>
        <w:t xml:space="preserve">Załącznik nr </w:t>
      </w:r>
      <w:r w:rsidR="006F31E2" w:rsidRPr="008D5647">
        <w:rPr>
          <w:rFonts w:ascii="Corbel" w:hAnsi="Corbel"/>
          <w:bCs/>
          <w:i/>
        </w:rPr>
        <w:t>1.5</w:t>
      </w:r>
      <w:r w:rsidR="00D8678B" w:rsidRPr="008D5647">
        <w:rPr>
          <w:rFonts w:ascii="Corbel" w:hAnsi="Corbel"/>
          <w:bCs/>
          <w:i/>
        </w:rPr>
        <w:t xml:space="preserve"> do Zarządzenia</w:t>
      </w:r>
      <w:r w:rsidR="002A22BF" w:rsidRPr="008D5647">
        <w:rPr>
          <w:rFonts w:ascii="Corbel" w:hAnsi="Corbel"/>
          <w:bCs/>
          <w:i/>
        </w:rPr>
        <w:t xml:space="preserve"> Rektora </w:t>
      </w:r>
      <w:r w:rsidR="00156F76" w:rsidRPr="008D5647">
        <w:rPr>
          <w:rFonts w:ascii="Corbel" w:hAnsi="Corbel"/>
          <w:bCs/>
          <w:i/>
        </w:rPr>
        <w:t>UR nr</w:t>
      </w:r>
      <w:r w:rsidR="00CD6897" w:rsidRPr="008D5647">
        <w:rPr>
          <w:rFonts w:ascii="Corbel" w:hAnsi="Corbel"/>
          <w:bCs/>
          <w:i/>
        </w:rPr>
        <w:t xml:space="preserve"> </w:t>
      </w:r>
      <w:r w:rsidR="00F17567" w:rsidRPr="008D5647">
        <w:rPr>
          <w:rFonts w:ascii="Corbel" w:hAnsi="Corbel"/>
          <w:bCs/>
          <w:i/>
        </w:rPr>
        <w:t>12/2019</w:t>
      </w:r>
    </w:p>
    <w:p w14:paraId="1B6CBD1B" w14:textId="77777777" w:rsidR="0085747A" w:rsidRPr="008D56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8D5647">
        <w:rPr>
          <w:rFonts w:ascii="Corbel" w:hAnsi="Corbel"/>
          <w:b/>
          <w:smallCaps/>
        </w:rPr>
        <w:t>SYLABUS</w:t>
      </w:r>
    </w:p>
    <w:p w14:paraId="359F800A" w14:textId="0CA4D8E0" w:rsidR="0085747A" w:rsidRPr="008D56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8D5647">
        <w:rPr>
          <w:rFonts w:ascii="Corbel" w:hAnsi="Corbel"/>
          <w:b/>
          <w:smallCaps/>
        </w:rPr>
        <w:t>dotyczy cyklu kształcenia</w:t>
      </w:r>
      <w:r w:rsidR="0085747A" w:rsidRPr="008D5647">
        <w:rPr>
          <w:rFonts w:ascii="Corbel" w:hAnsi="Corbel"/>
          <w:b/>
          <w:smallCaps/>
        </w:rPr>
        <w:t xml:space="preserve"> </w:t>
      </w:r>
      <w:r w:rsidR="003E24D4" w:rsidRPr="008D5647">
        <w:rPr>
          <w:rFonts w:ascii="Corbel" w:hAnsi="Corbel"/>
          <w:b/>
          <w:smallCaps/>
        </w:rPr>
        <w:t xml:space="preserve"> 2019-2021</w:t>
      </w:r>
      <w:r w:rsidR="0085747A" w:rsidRPr="008D5647">
        <w:rPr>
          <w:rFonts w:ascii="Corbel" w:hAnsi="Corbel"/>
          <w:b/>
          <w:smallCaps/>
        </w:rPr>
        <w:t xml:space="preserve"> </w:t>
      </w:r>
    </w:p>
    <w:p w14:paraId="42FFC132" w14:textId="77777777" w:rsidR="0085747A" w:rsidRPr="008D564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8D564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8D5647">
        <w:rPr>
          <w:rFonts w:ascii="Corbel" w:hAnsi="Corbel"/>
          <w:i/>
        </w:rPr>
        <w:t>(skrajne daty</w:t>
      </w:r>
      <w:r w:rsidR="0085747A" w:rsidRPr="008D5647">
        <w:rPr>
          <w:rFonts w:ascii="Corbel" w:hAnsi="Corbel"/>
        </w:rPr>
        <w:t>)</w:t>
      </w:r>
    </w:p>
    <w:p w14:paraId="68A37287" w14:textId="7EA7FCD4" w:rsidR="00445970" w:rsidRPr="008D564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8D5647">
        <w:rPr>
          <w:rFonts w:ascii="Corbel" w:hAnsi="Corbel"/>
        </w:rPr>
        <w:tab/>
      </w:r>
      <w:r w:rsidRPr="008D5647">
        <w:rPr>
          <w:rFonts w:ascii="Corbel" w:hAnsi="Corbel"/>
        </w:rPr>
        <w:tab/>
      </w:r>
      <w:r w:rsidRPr="008D5647">
        <w:rPr>
          <w:rFonts w:ascii="Corbel" w:hAnsi="Corbel"/>
        </w:rPr>
        <w:tab/>
      </w:r>
      <w:r w:rsidRPr="008D5647">
        <w:rPr>
          <w:rFonts w:ascii="Corbel" w:hAnsi="Corbel"/>
        </w:rPr>
        <w:tab/>
        <w:t xml:space="preserve">Rok </w:t>
      </w:r>
      <w:r w:rsidR="00156F76" w:rsidRPr="008D5647">
        <w:rPr>
          <w:rFonts w:ascii="Corbel" w:hAnsi="Corbel"/>
        </w:rPr>
        <w:t>akademicki 2019</w:t>
      </w:r>
      <w:r w:rsidR="003E24D4" w:rsidRPr="008D5647">
        <w:rPr>
          <w:rFonts w:ascii="Corbel" w:hAnsi="Corbel"/>
        </w:rPr>
        <w:t>/2020</w:t>
      </w:r>
    </w:p>
    <w:p w14:paraId="616D9D4D" w14:textId="77777777" w:rsidR="0085747A" w:rsidRPr="008D5647" w:rsidRDefault="0085747A" w:rsidP="009C54AE">
      <w:pPr>
        <w:spacing w:after="0" w:line="240" w:lineRule="auto"/>
        <w:rPr>
          <w:rFonts w:ascii="Corbel" w:hAnsi="Corbel"/>
        </w:rPr>
      </w:pPr>
      <w:bookmarkStart w:id="0" w:name="_GoBack"/>
      <w:bookmarkEnd w:id="0"/>
    </w:p>
    <w:p w14:paraId="45388144" w14:textId="77777777" w:rsidR="0085747A" w:rsidRPr="008D564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8D5647">
        <w:rPr>
          <w:rFonts w:ascii="Corbel" w:hAnsi="Corbel"/>
          <w:sz w:val="22"/>
        </w:rPr>
        <w:t xml:space="preserve">1. </w:t>
      </w:r>
      <w:r w:rsidR="0085747A" w:rsidRPr="008D5647">
        <w:rPr>
          <w:rFonts w:ascii="Corbel" w:hAnsi="Corbel"/>
          <w:sz w:val="22"/>
        </w:rPr>
        <w:t xml:space="preserve">Podstawowe </w:t>
      </w:r>
      <w:r w:rsidR="00445970" w:rsidRPr="008D5647">
        <w:rPr>
          <w:rFonts w:ascii="Corbel" w:hAnsi="Corbel"/>
          <w:sz w:val="22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8D5647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8D5647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8D5647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>Metodologia badań pedagogicznych</w:t>
            </w:r>
          </w:p>
        </w:tc>
      </w:tr>
      <w:tr w:rsidR="003E24D4" w:rsidRPr="008D5647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8D5647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7E75D79" w14:textId="3F717B08" w:rsidR="003E24D4" w:rsidRPr="008D5647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>-------------------------------</w:t>
            </w:r>
          </w:p>
        </w:tc>
      </w:tr>
      <w:tr w:rsidR="003E24D4" w:rsidRPr="008D5647" w14:paraId="519C0406" w14:textId="77777777" w:rsidTr="003E24D4">
        <w:tc>
          <w:tcPr>
            <w:tcW w:w="2694" w:type="dxa"/>
            <w:vAlign w:val="center"/>
          </w:tcPr>
          <w:p w14:paraId="34DCB27A" w14:textId="77777777" w:rsidR="003E24D4" w:rsidRPr="008D5647" w:rsidRDefault="003E24D4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5953C91" w14:textId="4C8A82DD" w:rsidR="003E24D4" w:rsidRPr="008D5647" w:rsidRDefault="004243D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>Kolegium Nauk Społecznych</w:t>
            </w:r>
          </w:p>
        </w:tc>
      </w:tr>
      <w:tr w:rsidR="003E24D4" w:rsidRPr="008D5647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8D5647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78482E94" w:rsidR="003E24D4" w:rsidRPr="008D5647" w:rsidRDefault="004F7901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D5647">
              <w:rPr>
                <w:rFonts w:ascii="Corbel" w:hAnsi="Corbel"/>
                <w:b w:val="0"/>
                <w:sz w:val="22"/>
              </w:rPr>
              <w:t>Instytut Pedagogiki</w:t>
            </w:r>
            <w:r w:rsidR="00156F76" w:rsidRPr="008D5647">
              <w:rPr>
                <w:rFonts w:ascii="Corbel" w:hAnsi="Corbel"/>
                <w:b w:val="0"/>
                <w:sz w:val="22"/>
              </w:rPr>
              <w:t xml:space="preserve"> </w:t>
            </w:r>
          </w:p>
        </w:tc>
      </w:tr>
      <w:tr w:rsidR="003E24D4" w:rsidRPr="008D5647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8D5647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6687582D" w:rsidR="003E24D4" w:rsidRPr="008D5647" w:rsidRDefault="003E24D4" w:rsidP="003952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Pedagogika </w:t>
            </w:r>
          </w:p>
        </w:tc>
      </w:tr>
      <w:tr w:rsidR="003E24D4" w:rsidRPr="008D5647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8D5647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06E46A40" w:rsidR="003E24D4" w:rsidRPr="008D5647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studia drugiego stopnia  </w:t>
            </w:r>
          </w:p>
        </w:tc>
      </w:tr>
      <w:tr w:rsidR="003E24D4" w:rsidRPr="008D5647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8D5647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7AB30A8C" w:rsidR="003E24D4" w:rsidRPr="008D5647" w:rsidRDefault="0039529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D5647"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3E24D4" w:rsidRPr="008D5647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8D5647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118460D7" w:rsidR="003E24D4" w:rsidRPr="008D5647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>stacjonarne</w:t>
            </w:r>
          </w:p>
        </w:tc>
      </w:tr>
      <w:tr w:rsidR="003E24D4" w:rsidRPr="008D5647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8D5647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9658967" w14:textId="76EB5BB6" w:rsidR="003E24D4" w:rsidRPr="008D5647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>1</w:t>
            </w:r>
            <w:r w:rsidR="003E24D4"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rok, </w:t>
            </w:r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>1</w:t>
            </w:r>
            <w:r w:rsidR="003E24D4"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semestr</w:t>
            </w:r>
          </w:p>
        </w:tc>
      </w:tr>
      <w:tr w:rsidR="003E24D4" w:rsidRPr="008D5647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8D5647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707E890A" w:rsidR="003E24D4" w:rsidRPr="008D5647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>kierunkowy</w:t>
            </w:r>
            <w:r w:rsidR="003E24D4"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  <w:tr w:rsidR="003E24D4" w:rsidRPr="008D5647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8D5647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4B9873C0" w:rsidR="003E24D4" w:rsidRPr="008D5647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>polski</w:t>
            </w:r>
          </w:p>
        </w:tc>
      </w:tr>
      <w:tr w:rsidR="003E24D4" w:rsidRPr="008D5647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8D5647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4DC16E18" w:rsidR="003E24D4" w:rsidRPr="008D5647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>D</w:t>
            </w:r>
            <w:r w:rsidR="003E24D4"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>r</w:t>
            </w:r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hab. Ryszard </w:t>
            </w:r>
            <w:proofErr w:type="spellStart"/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>Pęczkowski</w:t>
            </w:r>
            <w:proofErr w:type="spellEnd"/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>, prof. UR</w:t>
            </w:r>
          </w:p>
        </w:tc>
      </w:tr>
      <w:tr w:rsidR="003E24D4" w:rsidRPr="008D5647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8D5647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1E86C6DE" w:rsidR="003E24D4" w:rsidRPr="008D5647" w:rsidRDefault="00E61B57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Dr hab. Ryszard </w:t>
            </w:r>
            <w:proofErr w:type="spellStart"/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>Pęczkowski</w:t>
            </w:r>
            <w:proofErr w:type="spellEnd"/>
            <w:r w:rsidRPr="008D5647">
              <w:rPr>
                <w:rFonts w:ascii="Corbel" w:hAnsi="Corbel"/>
                <w:b w:val="0"/>
                <w:bCs/>
                <w:color w:val="auto"/>
                <w:sz w:val="22"/>
              </w:rPr>
              <w:t>, prof. UR, dr Anna Śniegulska</w:t>
            </w:r>
          </w:p>
        </w:tc>
      </w:tr>
    </w:tbl>
    <w:p w14:paraId="6FA7F4B6" w14:textId="77777777" w:rsidR="0085747A" w:rsidRPr="008D56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8D5647">
        <w:rPr>
          <w:rFonts w:ascii="Corbel" w:hAnsi="Corbel"/>
          <w:szCs w:val="22"/>
        </w:rPr>
        <w:t xml:space="preserve">* </w:t>
      </w:r>
      <w:r w:rsidRPr="008D5647">
        <w:rPr>
          <w:rFonts w:ascii="Corbel" w:hAnsi="Corbel"/>
          <w:i/>
          <w:szCs w:val="22"/>
        </w:rPr>
        <w:t>-</w:t>
      </w:r>
      <w:r w:rsidR="00B90885" w:rsidRPr="008D5647">
        <w:rPr>
          <w:rFonts w:ascii="Corbel" w:hAnsi="Corbel"/>
          <w:b w:val="0"/>
          <w:i/>
          <w:szCs w:val="22"/>
        </w:rPr>
        <w:t>opcjonalni</w:t>
      </w:r>
      <w:r w:rsidR="00B90885" w:rsidRPr="008D5647">
        <w:rPr>
          <w:rFonts w:ascii="Corbel" w:hAnsi="Corbel"/>
          <w:b w:val="0"/>
          <w:szCs w:val="22"/>
        </w:rPr>
        <w:t>e,</w:t>
      </w:r>
      <w:r w:rsidRPr="008D5647">
        <w:rPr>
          <w:rFonts w:ascii="Corbel" w:hAnsi="Corbel"/>
          <w:i/>
          <w:szCs w:val="22"/>
        </w:rPr>
        <w:t xml:space="preserve"> </w:t>
      </w:r>
      <w:r w:rsidRPr="008D564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8D5647">
        <w:rPr>
          <w:rFonts w:ascii="Corbel" w:hAnsi="Corbel"/>
          <w:b w:val="0"/>
          <w:i/>
          <w:szCs w:val="22"/>
        </w:rPr>
        <w:t>w Jednostce</w:t>
      </w:r>
    </w:p>
    <w:p w14:paraId="1963DA5D" w14:textId="77777777" w:rsidR="00923D7D" w:rsidRPr="008D56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26BCD929" w14:textId="77777777" w:rsidR="0085747A" w:rsidRPr="008D564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8D5647">
        <w:rPr>
          <w:rFonts w:ascii="Corbel" w:hAnsi="Corbel"/>
          <w:szCs w:val="22"/>
        </w:rPr>
        <w:t>1.</w:t>
      </w:r>
      <w:r w:rsidR="00E22FBC" w:rsidRPr="008D5647">
        <w:rPr>
          <w:rFonts w:ascii="Corbel" w:hAnsi="Corbel"/>
          <w:szCs w:val="22"/>
        </w:rPr>
        <w:t>1</w:t>
      </w:r>
      <w:r w:rsidRPr="008D5647">
        <w:rPr>
          <w:rFonts w:ascii="Corbel" w:hAnsi="Corbel"/>
          <w:szCs w:val="22"/>
        </w:rPr>
        <w:t xml:space="preserve">.Formy zajęć dydaktycznych, wymiar godzin i punktów ECTS </w:t>
      </w:r>
    </w:p>
    <w:p w14:paraId="35E3B64A" w14:textId="77777777" w:rsidR="00923D7D" w:rsidRPr="008D56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D5647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Pr="008D5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D5647">
              <w:rPr>
                <w:rFonts w:ascii="Corbel" w:hAnsi="Corbel"/>
                <w:sz w:val="22"/>
              </w:rPr>
              <w:t>Semestr</w:t>
            </w:r>
          </w:p>
          <w:p w14:paraId="34330874" w14:textId="77777777" w:rsidR="00015B8F" w:rsidRPr="008D564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D5647">
              <w:rPr>
                <w:rFonts w:ascii="Corbel" w:hAnsi="Corbel"/>
                <w:sz w:val="22"/>
              </w:rPr>
              <w:t>(</w:t>
            </w:r>
            <w:r w:rsidR="00363F78" w:rsidRPr="008D564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8D5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8D5647">
              <w:rPr>
                <w:rFonts w:ascii="Corbel" w:hAnsi="Corbel"/>
                <w:sz w:val="22"/>
              </w:rPr>
              <w:t>Wykł</w:t>
            </w:r>
            <w:proofErr w:type="spellEnd"/>
            <w:r w:rsidRPr="008D56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8D5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D564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8D5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8D5647">
              <w:rPr>
                <w:rFonts w:ascii="Corbel" w:hAnsi="Corbel"/>
                <w:sz w:val="22"/>
              </w:rPr>
              <w:t>Konw</w:t>
            </w:r>
            <w:proofErr w:type="spellEnd"/>
            <w:r w:rsidRPr="008D56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8D5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D564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8D5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8D5647">
              <w:rPr>
                <w:rFonts w:ascii="Corbel" w:hAnsi="Corbel"/>
                <w:sz w:val="22"/>
              </w:rPr>
              <w:t>Sem</w:t>
            </w:r>
            <w:proofErr w:type="spellEnd"/>
            <w:r w:rsidRPr="008D56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8D5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D564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8D5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8D5647">
              <w:rPr>
                <w:rFonts w:ascii="Corbel" w:hAnsi="Corbel"/>
                <w:sz w:val="22"/>
              </w:rPr>
              <w:t>Prakt</w:t>
            </w:r>
            <w:proofErr w:type="spellEnd"/>
            <w:r w:rsidRPr="008D56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8D5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D564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8D5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8D5647">
              <w:rPr>
                <w:rFonts w:ascii="Corbel" w:hAnsi="Corbel"/>
                <w:b/>
                <w:sz w:val="22"/>
              </w:rPr>
              <w:t>Liczba pkt</w:t>
            </w:r>
            <w:r w:rsidR="00B90885" w:rsidRPr="008D5647">
              <w:rPr>
                <w:rFonts w:ascii="Corbel" w:hAnsi="Corbel"/>
                <w:b/>
                <w:sz w:val="22"/>
              </w:rPr>
              <w:t>.</w:t>
            </w:r>
            <w:r w:rsidRPr="008D564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8D5647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8D5647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38C267D4" w:rsidR="00015B8F" w:rsidRPr="008D5647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096269C9" w:rsidR="00015B8F" w:rsidRPr="008D5647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8D56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8D56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8D56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8D56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8D56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8D56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1F810223" w:rsidR="00015B8F" w:rsidRPr="008D5647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05F613F0" w14:textId="77777777" w:rsidR="00923D7D" w:rsidRPr="008D564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4C679269" w14:textId="77777777" w:rsidR="00923D7D" w:rsidRPr="008D564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3C68B723" w14:textId="77777777" w:rsidR="0085747A" w:rsidRPr="008D56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8D5647">
        <w:rPr>
          <w:rFonts w:ascii="Corbel" w:hAnsi="Corbel"/>
          <w:smallCaps w:val="0"/>
          <w:sz w:val="22"/>
        </w:rPr>
        <w:t>1.</w:t>
      </w:r>
      <w:r w:rsidR="00E22FBC" w:rsidRPr="008D5647">
        <w:rPr>
          <w:rFonts w:ascii="Corbel" w:hAnsi="Corbel"/>
          <w:smallCaps w:val="0"/>
          <w:sz w:val="22"/>
        </w:rPr>
        <w:t>2</w:t>
      </w:r>
      <w:r w:rsidR="00F83B28" w:rsidRPr="008D5647">
        <w:rPr>
          <w:rFonts w:ascii="Corbel" w:hAnsi="Corbel"/>
          <w:smallCaps w:val="0"/>
          <w:sz w:val="22"/>
        </w:rPr>
        <w:t>.</w:t>
      </w:r>
      <w:r w:rsidR="00F83B28" w:rsidRPr="008D5647">
        <w:rPr>
          <w:rFonts w:ascii="Corbel" w:hAnsi="Corbel"/>
          <w:smallCaps w:val="0"/>
          <w:sz w:val="22"/>
        </w:rPr>
        <w:tab/>
      </w:r>
      <w:r w:rsidRPr="008D5647">
        <w:rPr>
          <w:rFonts w:ascii="Corbel" w:hAnsi="Corbel"/>
          <w:smallCaps w:val="0"/>
          <w:sz w:val="22"/>
        </w:rPr>
        <w:t xml:space="preserve">Sposób realizacji zajęć  </w:t>
      </w:r>
    </w:p>
    <w:p w14:paraId="18469043" w14:textId="77777777" w:rsidR="0085747A" w:rsidRPr="008D5647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 w:val="22"/>
          <w:u w:val="single"/>
        </w:rPr>
      </w:pPr>
      <w:r w:rsidRPr="008D5647">
        <w:rPr>
          <w:rFonts w:ascii="MS Gothic" w:eastAsia="MS Gothic" w:hAnsi="MS Gothic" w:cs="MS Gothic" w:hint="eastAsia"/>
          <w:bCs/>
          <w:sz w:val="22"/>
          <w:u w:val="single"/>
        </w:rPr>
        <w:t>☐</w:t>
      </w:r>
      <w:r w:rsidRPr="008D5647">
        <w:rPr>
          <w:rFonts w:ascii="Corbel" w:hAnsi="Corbel"/>
          <w:bCs/>
          <w:smallCaps w:val="0"/>
          <w:sz w:val="22"/>
          <w:u w:val="single"/>
        </w:rPr>
        <w:t xml:space="preserve"> zajęcia w formie tradycyjnej </w:t>
      </w:r>
    </w:p>
    <w:p w14:paraId="661905F2" w14:textId="77777777" w:rsidR="0085747A" w:rsidRPr="008D564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8D5647">
        <w:rPr>
          <w:rFonts w:ascii="MS Gothic" w:eastAsia="MS Gothic" w:hAnsi="MS Gothic" w:cs="MS Gothic" w:hint="eastAsia"/>
          <w:b w:val="0"/>
          <w:sz w:val="22"/>
        </w:rPr>
        <w:t>☐</w:t>
      </w:r>
      <w:r w:rsidRPr="008D564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69060A2D" w14:textId="77777777" w:rsidR="0085747A" w:rsidRPr="008D564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7C14474" w14:textId="67B63A2F" w:rsidR="00E22FBC" w:rsidRPr="008D56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8D5647">
        <w:rPr>
          <w:rFonts w:ascii="Corbel" w:hAnsi="Corbel"/>
          <w:smallCaps w:val="0"/>
          <w:sz w:val="22"/>
        </w:rPr>
        <w:t xml:space="preserve">1.3 </w:t>
      </w:r>
      <w:r w:rsidR="00F83B28" w:rsidRPr="008D5647">
        <w:rPr>
          <w:rFonts w:ascii="Corbel" w:hAnsi="Corbel"/>
          <w:smallCaps w:val="0"/>
          <w:sz w:val="22"/>
        </w:rPr>
        <w:tab/>
      </w:r>
      <w:r w:rsidRPr="008D5647">
        <w:rPr>
          <w:rFonts w:ascii="Corbel" w:hAnsi="Corbel"/>
          <w:smallCaps w:val="0"/>
          <w:sz w:val="22"/>
        </w:rPr>
        <w:t>For</w:t>
      </w:r>
      <w:r w:rsidR="00445970" w:rsidRPr="008D5647">
        <w:rPr>
          <w:rFonts w:ascii="Corbel" w:hAnsi="Corbel"/>
          <w:smallCaps w:val="0"/>
          <w:sz w:val="22"/>
        </w:rPr>
        <w:t xml:space="preserve">ma zaliczenia </w:t>
      </w:r>
      <w:r w:rsidR="001D08AC" w:rsidRPr="008D5647">
        <w:rPr>
          <w:rFonts w:ascii="Corbel" w:hAnsi="Corbel"/>
          <w:smallCaps w:val="0"/>
          <w:sz w:val="22"/>
        </w:rPr>
        <w:t>przedmiotu (</w:t>
      </w:r>
      <w:r w:rsidRPr="008D5647">
        <w:rPr>
          <w:rFonts w:ascii="Corbel" w:hAnsi="Corbel"/>
          <w:smallCaps w:val="0"/>
          <w:sz w:val="22"/>
        </w:rPr>
        <w:t>z toku)</w:t>
      </w:r>
      <w:r w:rsidR="001D08AC" w:rsidRPr="008D5647">
        <w:rPr>
          <w:rFonts w:ascii="Corbel" w:hAnsi="Corbel"/>
          <w:smallCaps w:val="0"/>
          <w:sz w:val="22"/>
        </w:rPr>
        <w:t>: egzamin</w:t>
      </w:r>
    </w:p>
    <w:p w14:paraId="3C6BE364" w14:textId="77777777" w:rsidR="009C54AE" w:rsidRPr="008D5647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1FF5796" w14:textId="77777777" w:rsidR="00E960BB" w:rsidRPr="008D5647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BCFCA52" w14:textId="77777777" w:rsidR="00E960BB" w:rsidRPr="008D56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8D564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D5647" w14:paraId="66038C17" w14:textId="77777777" w:rsidTr="00745302">
        <w:tc>
          <w:tcPr>
            <w:tcW w:w="9670" w:type="dxa"/>
          </w:tcPr>
          <w:p w14:paraId="3D916170" w14:textId="0F2A1284" w:rsidR="0085747A" w:rsidRPr="008D5647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sz w:val="22"/>
              </w:rPr>
              <w:t>Znajomość podstawowych odnoszących się do procesu badawczego, klasyfikacji metod badań.</w:t>
            </w:r>
          </w:p>
          <w:p w14:paraId="0D53E1A1" w14:textId="77777777" w:rsidR="0085747A" w:rsidRPr="008D564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31224DCF" w14:textId="77777777" w:rsidR="00153C41" w:rsidRPr="008D564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0C0FD6EB" w14:textId="755ED202" w:rsidR="0085747A" w:rsidRPr="008D564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8D5647">
        <w:rPr>
          <w:rFonts w:ascii="Corbel" w:hAnsi="Corbel"/>
          <w:sz w:val="22"/>
        </w:rPr>
        <w:t>3.</w:t>
      </w:r>
      <w:r w:rsidR="0085747A" w:rsidRPr="008D5647">
        <w:rPr>
          <w:rFonts w:ascii="Corbel" w:hAnsi="Corbel"/>
          <w:sz w:val="22"/>
        </w:rPr>
        <w:t xml:space="preserve"> </w:t>
      </w:r>
      <w:r w:rsidR="00A84C85" w:rsidRPr="008D5647">
        <w:rPr>
          <w:rFonts w:ascii="Corbel" w:hAnsi="Corbel"/>
          <w:sz w:val="22"/>
        </w:rPr>
        <w:t xml:space="preserve">cele, efekty uczenia </w:t>
      </w:r>
      <w:r w:rsidR="00156F76" w:rsidRPr="008D5647">
        <w:rPr>
          <w:rFonts w:ascii="Corbel" w:hAnsi="Corbel"/>
          <w:sz w:val="22"/>
        </w:rPr>
        <w:t>się,</w:t>
      </w:r>
      <w:r w:rsidR="0085747A" w:rsidRPr="008D5647">
        <w:rPr>
          <w:rFonts w:ascii="Corbel" w:hAnsi="Corbel"/>
          <w:sz w:val="22"/>
        </w:rPr>
        <w:t xml:space="preserve"> treści Programowe i stosowane metody Dydaktyczne</w:t>
      </w:r>
    </w:p>
    <w:p w14:paraId="56B4AB3E" w14:textId="77777777" w:rsidR="0085747A" w:rsidRPr="008D56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6C1A5A5D" w14:textId="77777777" w:rsidR="0085747A" w:rsidRPr="008D5647" w:rsidRDefault="0071620A" w:rsidP="009C54AE">
      <w:pPr>
        <w:pStyle w:val="Podpunkty"/>
        <w:rPr>
          <w:rFonts w:ascii="Corbel" w:hAnsi="Corbel"/>
          <w:szCs w:val="22"/>
        </w:rPr>
      </w:pPr>
      <w:r w:rsidRPr="008D5647">
        <w:rPr>
          <w:rFonts w:ascii="Corbel" w:hAnsi="Corbel"/>
          <w:szCs w:val="22"/>
        </w:rPr>
        <w:t xml:space="preserve">3.1 </w:t>
      </w:r>
      <w:r w:rsidR="00C05F44" w:rsidRPr="008D5647">
        <w:rPr>
          <w:rFonts w:ascii="Corbel" w:hAnsi="Corbel"/>
          <w:szCs w:val="22"/>
        </w:rPr>
        <w:t>Cele przedmiotu</w:t>
      </w:r>
    </w:p>
    <w:p w14:paraId="4A0990C1" w14:textId="77777777" w:rsidR="00F83B28" w:rsidRPr="008D564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8D5647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8D5647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D564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79B17C3C" w:rsidR="001D08AC" w:rsidRPr="008D5647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8D5647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Zdobycie przez studentów pogłębionej wiedzy o metodologii badań pedagogicznych</w:t>
            </w:r>
          </w:p>
        </w:tc>
      </w:tr>
      <w:tr w:rsidR="001D08AC" w:rsidRPr="008D5647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8D5647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8D564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8D5647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8D5647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8D5647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8D5647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D5647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8D5647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8D5647">
              <w:rPr>
                <w:rFonts w:ascii="Corbel" w:hAnsi="Corbel"/>
                <w:bCs/>
              </w:rPr>
              <w:t>Poszerzenie wiedzy studentów o sposobach wyjaśniania zjawisk, zdarzeń czy procesów oraz uzasadniania twierdzeń.</w:t>
            </w:r>
          </w:p>
        </w:tc>
      </w:tr>
      <w:tr w:rsidR="001D08AC" w:rsidRPr="008D5647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8D5647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D564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06B34054" w:rsidR="001D08AC" w:rsidRPr="008D5647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8D5647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Kształtowanie szczegółowej orientacji studentów w etapach postępowania badawczego</w:t>
            </w:r>
          </w:p>
        </w:tc>
      </w:tr>
    </w:tbl>
    <w:p w14:paraId="5AEF6EE8" w14:textId="77777777" w:rsidR="0085747A" w:rsidRPr="008D56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2E7EAAC0" w14:textId="77777777" w:rsidR="001D7B54" w:rsidRPr="008D564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8D5647">
        <w:rPr>
          <w:rFonts w:ascii="Corbel" w:hAnsi="Corbel"/>
          <w:b/>
        </w:rPr>
        <w:t xml:space="preserve">3.2 </w:t>
      </w:r>
      <w:r w:rsidR="001D7B54" w:rsidRPr="008D5647">
        <w:rPr>
          <w:rFonts w:ascii="Corbel" w:hAnsi="Corbel"/>
          <w:b/>
        </w:rPr>
        <w:t xml:space="preserve">Efekty </w:t>
      </w:r>
      <w:r w:rsidR="00C05F44" w:rsidRPr="008D5647">
        <w:rPr>
          <w:rFonts w:ascii="Corbel" w:hAnsi="Corbel"/>
          <w:b/>
        </w:rPr>
        <w:t xml:space="preserve">uczenia się </w:t>
      </w:r>
      <w:r w:rsidR="001D7B54" w:rsidRPr="008D5647">
        <w:rPr>
          <w:rFonts w:ascii="Corbel" w:hAnsi="Corbel"/>
          <w:b/>
        </w:rPr>
        <w:t>dla przedmiotu</w:t>
      </w:r>
      <w:r w:rsidR="00445970" w:rsidRPr="008D5647">
        <w:rPr>
          <w:rFonts w:ascii="Corbel" w:hAnsi="Corbel"/>
        </w:rPr>
        <w:t xml:space="preserve"> </w:t>
      </w:r>
    </w:p>
    <w:p w14:paraId="4C6953E0" w14:textId="77777777" w:rsidR="001D7B54" w:rsidRPr="008D564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D5647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8D56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8D564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8D564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8D564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8D56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8D564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8D564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77777777" w:rsidR="0085747A" w:rsidRPr="008D56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8D564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F4EFA" w:rsidRPr="008D5647" w14:paraId="438BCD33" w14:textId="77777777" w:rsidTr="001D08AC">
        <w:tc>
          <w:tcPr>
            <w:tcW w:w="1681" w:type="dxa"/>
          </w:tcPr>
          <w:p w14:paraId="45AB31B3" w14:textId="38B0BA97" w:rsidR="008F4EFA" w:rsidRPr="008D5647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smallCaps w:val="0"/>
                <w:sz w:val="22"/>
              </w:rPr>
              <w:t>EK</w:t>
            </w:r>
            <w:r w:rsidRPr="008D5647">
              <w:rPr>
                <w:rFonts w:ascii="Corbel" w:hAnsi="Corbel"/>
                <w:b w:val="0"/>
                <w:bCs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5E62E08D" w:rsidR="008F4EFA" w:rsidRPr="008D5647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scharakteryzuje na poziomie rozszerzonym terminologię typową dla metodologii badań pedagogicznych  </w:t>
            </w:r>
          </w:p>
        </w:tc>
        <w:tc>
          <w:tcPr>
            <w:tcW w:w="1865" w:type="dxa"/>
          </w:tcPr>
          <w:p w14:paraId="033FD99B" w14:textId="086C9FD8" w:rsidR="008F4EFA" w:rsidRPr="008D5647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</w:tc>
      </w:tr>
      <w:tr w:rsidR="008F4EFA" w:rsidRPr="008D5647" w14:paraId="6E332084" w14:textId="77777777" w:rsidTr="001D08AC">
        <w:tc>
          <w:tcPr>
            <w:tcW w:w="1681" w:type="dxa"/>
          </w:tcPr>
          <w:p w14:paraId="654BF8B7" w14:textId="1EE26559" w:rsidR="008F4EFA" w:rsidRPr="008D5647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2E91777F" w14:textId="3CCDC4EF" w:rsidR="008F4EFA" w:rsidRPr="008D5647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opisze ilościowe i jakościowe sposoby prowadzenia badań pedagogicznych, zna ich praktyczne zastosowanie </w:t>
            </w:r>
          </w:p>
        </w:tc>
        <w:tc>
          <w:tcPr>
            <w:tcW w:w="1865" w:type="dxa"/>
          </w:tcPr>
          <w:p w14:paraId="1DA21603" w14:textId="1CD301CB" w:rsidR="008F4EFA" w:rsidRPr="008D5647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</w:tc>
      </w:tr>
      <w:tr w:rsidR="008F4EFA" w:rsidRPr="008D5647" w14:paraId="387E124D" w14:textId="77777777" w:rsidTr="001D08AC">
        <w:tc>
          <w:tcPr>
            <w:tcW w:w="1681" w:type="dxa"/>
          </w:tcPr>
          <w:p w14:paraId="3A736755" w14:textId="1BCE3B01" w:rsidR="008F4EFA" w:rsidRPr="008D5647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784FF99F" w14:textId="16984559" w:rsidR="008F4EFA" w:rsidRPr="008D5647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smallCaps w:val="0"/>
                <w:sz w:val="22"/>
              </w:rPr>
              <w:t>Student opracuje koncepcję badań własnych, określi cele i przedmiot badań, sformułuje problemy badawcze, hipotezy robocze, dobierze zmienne i wskaźniki oraz metody badań, opracuje narzędzia badawcze.</w:t>
            </w:r>
          </w:p>
        </w:tc>
        <w:tc>
          <w:tcPr>
            <w:tcW w:w="1865" w:type="dxa"/>
          </w:tcPr>
          <w:p w14:paraId="7E696034" w14:textId="77777777" w:rsidR="008F4EFA" w:rsidRPr="008D5647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  <w:p w14:paraId="2F284F7C" w14:textId="5D240D1C" w:rsidR="008F4EFA" w:rsidRPr="008D5647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F4EFA" w:rsidRPr="008D5647" w14:paraId="008904E6" w14:textId="77777777" w:rsidTr="001D08AC">
        <w:tc>
          <w:tcPr>
            <w:tcW w:w="1681" w:type="dxa"/>
          </w:tcPr>
          <w:p w14:paraId="4A5DCACB" w14:textId="76F89EB1" w:rsidR="008F4EFA" w:rsidRPr="008D5647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0B39A3FE" w14:textId="778425B1" w:rsidR="008F4EFA" w:rsidRPr="008D5647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zachowuje etyczne zasady przy projektowaniu badań własnych  </w:t>
            </w:r>
          </w:p>
        </w:tc>
        <w:tc>
          <w:tcPr>
            <w:tcW w:w="1865" w:type="dxa"/>
          </w:tcPr>
          <w:p w14:paraId="3D54FD5F" w14:textId="5C3D0828" w:rsidR="008F4EFA" w:rsidRPr="008D5647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K_K03</w:t>
            </w:r>
          </w:p>
        </w:tc>
      </w:tr>
    </w:tbl>
    <w:p w14:paraId="5790EE09" w14:textId="77777777" w:rsidR="0085747A" w:rsidRPr="008D56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E08B5D8" w14:textId="77777777" w:rsidR="0085747A" w:rsidRPr="008D56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8D5647">
        <w:rPr>
          <w:rFonts w:ascii="Corbel" w:hAnsi="Corbel"/>
          <w:b/>
        </w:rPr>
        <w:t>3.3</w:t>
      </w:r>
      <w:r w:rsidR="001D7B54" w:rsidRPr="008D5647">
        <w:rPr>
          <w:rFonts w:ascii="Corbel" w:hAnsi="Corbel"/>
          <w:b/>
        </w:rPr>
        <w:t xml:space="preserve"> </w:t>
      </w:r>
      <w:r w:rsidR="0085747A" w:rsidRPr="008D5647">
        <w:rPr>
          <w:rFonts w:ascii="Corbel" w:hAnsi="Corbel"/>
          <w:b/>
        </w:rPr>
        <w:t>T</w:t>
      </w:r>
      <w:r w:rsidR="001D7B54" w:rsidRPr="008D5647">
        <w:rPr>
          <w:rFonts w:ascii="Corbel" w:hAnsi="Corbel"/>
          <w:b/>
        </w:rPr>
        <w:t xml:space="preserve">reści programowe </w:t>
      </w:r>
      <w:r w:rsidR="007327BD" w:rsidRPr="008D5647">
        <w:rPr>
          <w:rFonts w:ascii="Corbel" w:hAnsi="Corbel"/>
        </w:rPr>
        <w:t xml:space="preserve">  </w:t>
      </w:r>
    </w:p>
    <w:p w14:paraId="5F3512DB" w14:textId="77777777" w:rsidR="0085747A" w:rsidRPr="008D56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8D5647">
        <w:rPr>
          <w:rFonts w:ascii="Corbel" w:hAnsi="Corbel"/>
        </w:rPr>
        <w:t xml:space="preserve">Problematyka wykładu </w:t>
      </w:r>
    </w:p>
    <w:p w14:paraId="12215146" w14:textId="77777777" w:rsidR="00675843" w:rsidRPr="008D56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5647" w14:paraId="29BFA74A" w14:textId="77777777" w:rsidTr="006962AC">
        <w:tc>
          <w:tcPr>
            <w:tcW w:w="9520" w:type="dxa"/>
          </w:tcPr>
          <w:p w14:paraId="2337AB9F" w14:textId="77777777" w:rsidR="0085747A" w:rsidRPr="008D56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Treści merytoryczne</w:t>
            </w:r>
          </w:p>
        </w:tc>
      </w:tr>
      <w:tr w:rsidR="006962AC" w:rsidRPr="008D5647" w14:paraId="5B65E63C" w14:textId="77777777" w:rsidTr="006962AC">
        <w:tc>
          <w:tcPr>
            <w:tcW w:w="9520" w:type="dxa"/>
          </w:tcPr>
          <w:p w14:paraId="38818206" w14:textId="010E1D11" w:rsidR="006962AC" w:rsidRPr="008D5647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Zajęcia organizacyjne - zapoznanie z treściami programowymi, literaturą przedmiotu i kryteriami zaliczenia.</w:t>
            </w:r>
          </w:p>
        </w:tc>
      </w:tr>
      <w:tr w:rsidR="006962AC" w:rsidRPr="008D5647" w14:paraId="4C9958AA" w14:textId="77777777" w:rsidTr="006962AC">
        <w:tc>
          <w:tcPr>
            <w:tcW w:w="9520" w:type="dxa"/>
          </w:tcPr>
          <w:p w14:paraId="6F3E85A1" w14:textId="3CD064A8" w:rsidR="006962AC" w:rsidRPr="008D5647" w:rsidRDefault="006962AC" w:rsidP="006962AC">
            <w:pPr>
              <w:spacing w:after="0" w:line="240" w:lineRule="auto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Metodologia badań pedagogicznych – przedmiot zainteresowania, kluczowe pojęcia</w:t>
            </w:r>
          </w:p>
        </w:tc>
      </w:tr>
      <w:tr w:rsidR="006962AC" w:rsidRPr="008D5647" w14:paraId="2B72363D" w14:textId="77777777" w:rsidTr="006962AC">
        <w:tc>
          <w:tcPr>
            <w:tcW w:w="9520" w:type="dxa"/>
          </w:tcPr>
          <w:p w14:paraId="31EB503E" w14:textId="21B25E18" w:rsidR="006962AC" w:rsidRPr="008D5647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Rodzaje badań pedagogicznych i ich charakterystyka</w:t>
            </w:r>
          </w:p>
        </w:tc>
      </w:tr>
      <w:tr w:rsidR="006962AC" w:rsidRPr="008D5647" w14:paraId="4B3FDAFB" w14:textId="77777777" w:rsidTr="006962AC">
        <w:tc>
          <w:tcPr>
            <w:tcW w:w="9520" w:type="dxa"/>
          </w:tcPr>
          <w:p w14:paraId="6487DD40" w14:textId="02D6FB5A" w:rsidR="006962AC" w:rsidRPr="008D5647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 xml:space="preserve">Struktura procesu badawczego w badaniach nad edukacją </w:t>
            </w:r>
          </w:p>
        </w:tc>
      </w:tr>
      <w:tr w:rsidR="006962AC" w:rsidRPr="008D5647" w14:paraId="5C2939EF" w14:textId="77777777" w:rsidTr="006962AC">
        <w:tc>
          <w:tcPr>
            <w:tcW w:w="9520" w:type="dxa"/>
          </w:tcPr>
          <w:p w14:paraId="6BC0BD40" w14:textId="3D45B2AD" w:rsidR="006962AC" w:rsidRPr="008D5647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 xml:space="preserve">Tok przygotowywania badań, tok realizacji badań oraz opracowania wyników, uogólnienia i wnioski z badań. </w:t>
            </w:r>
          </w:p>
        </w:tc>
      </w:tr>
      <w:tr w:rsidR="006962AC" w:rsidRPr="008D5647" w14:paraId="076BCF78" w14:textId="77777777" w:rsidTr="006962AC">
        <w:tc>
          <w:tcPr>
            <w:tcW w:w="9520" w:type="dxa"/>
          </w:tcPr>
          <w:p w14:paraId="34A05F11" w14:textId="35E464A0" w:rsidR="006962AC" w:rsidRPr="008D5647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Zagadnienia etyczne w badaniach naukowych</w:t>
            </w:r>
          </w:p>
        </w:tc>
      </w:tr>
    </w:tbl>
    <w:p w14:paraId="57978239" w14:textId="77777777" w:rsidR="0085747A" w:rsidRPr="008D5647" w:rsidRDefault="0085747A" w:rsidP="009C54AE">
      <w:pPr>
        <w:spacing w:after="0" w:line="240" w:lineRule="auto"/>
        <w:rPr>
          <w:rFonts w:ascii="Corbel" w:hAnsi="Corbel"/>
        </w:rPr>
      </w:pPr>
    </w:p>
    <w:p w14:paraId="6A6BAA28" w14:textId="77777777" w:rsidR="0085747A" w:rsidRPr="008D56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8D5647">
        <w:rPr>
          <w:rFonts w:ascii="Corbel" w:hAnsi="Corbel"/>
        </w:rPr>
        <w:t>Problematyka ćwiczeń audytoryjnych, konwersatoryjnych, laboratoryjnych</w:t>
      </w:r>
      <w:r w:rsidR="009F4610" w:rsidRPr="008D5647">
        <w:rPr>
          <w:rFonts w:ascii="Corbel" w:hAnsi="Corbel"/>
        </w:rPr>
        <w:t xml:space="preserve">, </w:t>
      </w:r>
      <w:r w:rsidRPr="008D5647">
        <w:rPr>
          <w:rFonts w:ascii="Corbel" w:hAnsi="Corbel"/>
        </w:rPr>
        <w:t xml:space="preserve">zajęć praktycznych </w:t>
      </w:r>
    </w:p>
    <w:p w14:paraId="3F6BBE7C" w14:textId="77777777" w:rsidR="0085747A" w:rsidRPr="008D564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5647" w14:paraId="3ABD43C4" w14:textId="77777777" w:rsidTr="001D08AC">
        <w:tc>
          <w:tcPr>
            <w:tcW w:w="9520" w:type="dxa"/>
          </w:tcPr>
          <w:p w14:paraId="237781DA" w14:textId="77777777" w:rsidR="0085747A" w:rsidRPr="008D564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Treści merytoryczne</w:t>
            </w:r>
          </w:p>
        </w:tc>
      </w:tr>
      <w:tr w:rsidR="006962AC" w:rsidRPr="008D5647" w14:paraId="2B70C73E" w14:textId="77777777" w:rsidTr="001D08AC">
        <w:tc>
          <w:tcPr>
            <w:tcW w:w="9520" w:type="dxa"/>
          </w:tcPr>
          <w:p w14:paraId="40BCF0DB" w14:textId="34786917" w:rsidR="006962AC" w:rsidRPr="008D5647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Określenie problematyki badań, motywy wyboru problematyki badawczej</w:t>
            </w:r>
            <w:r w:rsidR="00156F76" w:rsidRPr="008D5647">
              <w:rPr>
                <w:rFonts w:ascii="Corbel" w:hAnsi="Corbel"/>
              </w:rPr>
              <w:t xml:space="preserve"> – praktyczne rozwiązania</w:t>
            </w:r>
          </w:p>
        </w:tc>
      </w:tr>
      <w:tr w:rsidR="006962AC" w:rsidRPr="008D5647" w14:paraId="1287D960" w14:textId="77777777" w:rsidTr="001D08AC">
        <w:tc>
          <w:tcPr>
            <w:tcW w:w="9520" w:type="dxa"/>
          </w:tcPr>
          <w:p w14:paraId="20986C84" w14:textId="4CF425A1" w:rsidR="006962AC" w:rsidRPr="008D5647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Szczegółowa charakterystyka etapów własnego postępowania badawczego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8D5647" w14:paraId="107F0F1E" w14:textId="77777777" w:rsidTr="001D08AC">
        <w:tc>
          <w:tcPr>
            <w:tcW w:w="9520" w:type="dxa"/>
          </w:tcPr>
          <w:p w14:paraId="09DD7931" w14:textId="4602295E" w:rsidR="006962AC" w:rsidRPr="008D5647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Zasady opracowania materiałów badawczych – gromadzenie i porządkowanie zebranego materiału badawczego, sposoby prezentacji wyników badań</w:t>
            </w:r>
            <w:r w:rsidR="00813D1C" w:rsidRPr="008D5647">
              <w:rPr>
                <w:rFonts w:ascii="Corbel" w:hAnsi="Corbel"/>
              </w:rPr>
              <w:t xml:space="preserve"> i ich interpretacja </w:t>
            </w:r>
          </w:p>
        </w:tc>
      </w:tr>
      <w:tr w:rsidR="006962AC" w:rsidRPr="008D5647" w14:paraId="6F2F15F8" w14:textId="77777777" w:rsidTr="001D08AC">
        <w:tc>
          <w:tcPr>
            <w:tcW w:w="9520" w:type="dxa"/>
          </w:tcPr>
          <w:p w14:paraId="75739BDB" w14:textId="0CAF516E" w:rsidR="006962AC" w:rsidRPr="008D5647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8D5647" w14:paraId="25E98CAC" w14:textId="77777777" w:rsidTr="001D08AC">
        <w:tc>
          <w:tcPr>
            <w:tcW w:w="9520" w:type="dxa"/>
          </w:tcPr>
          <w:p w14:paraId="7C6ABD35" w14:textId="58DA2AC0" w:rsidR="006962AC" w:rsidRPr="008D5647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lastRenderedPageBreak/>
              <w:t>Kolokwium zaliczeniowe</w:t>
            </w:r>
          </w:p>
        </w:tc>
      </w:tr>
    </w:tbl>
    <w:p w14:paraId="0BC6640D" w14:textId="77777777" w:rsidR="0085747A" w:rsidRPr="008D56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4F8F7BA" w14:textId="77777777" w:rsidR="0085747A" w:rsidRPr="008D56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8D5647">
        <w:rPr>
          <w:rFonts w:ascii="Corbel" w:hAnsi="Corbel"/>
          <w:smallCaps w:val="0"/>
          <w:sz w:val="22"/>
        </w:rPr>
        <w:t>3.4 Metody dydaktyczne</w:t>
      </w:r>
      <w:r w:rsidRPr="008D5647">
        <w:rPr>
          <w:rFonts w:ascii="Corbel" w:hAnsi="Corbel"/>
          <w:b w:val="0"/>
          <w:smallCaps w:val="0"/>
          <w:sz w:val="22"/>
        </w:rPr>
        <w:t xml:space="preserve"> </w:t>
      </w:r>
    </w:p>
    <w:p w14:paraId="6E446C77" w14:textId="77777777" w:rsidR="0085747A" w:rsidRPr="008D56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4C2F10F" w14:textId="40690A6D" w:rsidR="00E960BB" w:rsidRPr="008D5647" w:rsidRDefault="00813D1C" w:rsidP="00813D1C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8D5647">
        <w:rPr>
          <w:rFonts w:ascii="Corbel" w:hAnsi="Corbel"/>
          <w:b w:val="0"/>
          <w:smallCaps w:val="0"/>
          <w:sz w:val="22"/>
        </w:rPr>
        <w:t>Wykład z prezentacją multimedialną; ćwiczenia - analiza tekstu z dyskusją, projekt badawczy, praca w grupach.</w:t>
      </w:r>
    </w:p>
    <w:p w14:paraId="25A6BC18" w14:textId="77777777" w:rsidR="00E960BB" w:rsidRPr="008D56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88AB0ED" w14:textId="77777777" w:rsidR="00E960BB" w:rsidRPr="008D56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BB21D28" w14:textId="77777777" w:rsidR="0085747A" w:rsidRPr="008D56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8D5647">
        <w:rPr>
          <w:rFonts w:ascii="Corbel" w:hAnsi="Corbel"/>
          <w:smallCaps w:val="0"/>
          <w:sz w:val="22"/>
        </w:rPr>
        <w:t xml:space="preserve">4. </w:t>
      </w:r>
      <w:r w:rsidR="0085747A" w:rsidRPr="008D5647">
        <w:rPr>
          <w:rFonts w:ascii="Corbel" w:hAnsi="Corbel"/>
          <w:smallCaps w:val="0"/>
          <w:sz w:val="22"/>
        </w:rPr>
        <w:t>METODY I KRYTERIA OCENY</w:t>
      </w:r>
      <w:r w:rsidR="009F4610" w:rsidRPr="008D5647">
        <w:rPr>
          <w:rFonts w:ascii="Corbel" w:hAnsi="Corbel"/>
          <w:smallCaps w:val="0"/>
          <w:sz w:val="22"/>
        </w:rPr>
        <w:t xml:space="preserve"> </w:t>
      </w:r>
    </w:p>
    <w:p w14:paraId="0B15760E" w14:textId="77777777" w:rsidR="00923D7D" w:rsidRPr="008D56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515EA77D" w14:textId="77777777" w:rsidR="0085747A" w:rsidRPr="008D56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8D564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8D5647">
        <w:rPr>
          <w:rFonts w:ascii="Corbel" w:hAnsi="Corbel"/>
          <w:smallCaps w:val="0"/>
          <w:sz w:val="22"/>
        </w:rPr>
        <w:t>uczenia się</w:t>
      </w:r>
    </w:p>
    <w:p w14:paraId="374C4D4A" w14:textId="77777777" w:rsidR="0085747A" w:rsidRPr="008D56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D5647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8D56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8D564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8D56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14:paraId="2F7B0022" w14:textId="77777777" w:rsidR="0085747A" w:rsidRPr="008D56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8D56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8D56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2F23E9FA" w14:textId="77777777" w:rsidR="0085747A" w:rsidRPr="008D56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8D564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8D564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13D1C" w:rsidRPr="008D5647" w14:paraId="76CCE427" w14:textId="77777777" w:rsidTr="00813D1C">
        <w:tc>
          <w:tcPr>
            <w:tcW w:w="1962" w:type="dxa"/>
          </w:tcPr>
          <w:p w14:paraId="4FACBB46" w14:textId="4EC84782" w:rsidR="00813D1C" w:rsidRPr="008D5647" w:rsidRDefault="00226498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813D1C" w:rsidRPr="008D5647">
              <w:rPr>
                <w:rFonts w:ascii="Corbel" w:hAnsi="Corbel"/>
                <w:b w:val="0"/>
                <w:smallCaps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8D5647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8D5647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  <w:p w14:paraId="06A4AEA7" w14:textId="5918974A" w:rsidR="00813D1C" w:rsidRPr="008D5647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813D1C" w:rsidRPr="008D5647" w14:paraId="596978A5" w14:textId="77777777" w:rsidTr="00813D1C">
        <w:tc>
          <w:tcPr>
            <w:tcW w:w="1962" w:type="dxa"/>
          </w:tcPr>
          <w:p w14:paraId="2D59A1CF" w14:textId="21FE7D66" w:rsidR="00813D1C" w:rsidRPr="008D5647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8D5647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8D5647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  <w:p w14:paraId="5E9D739F" w14:textId="7587D4C2" w:rsidR="00813D1C" w:rsidRPr="008D5647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</w:p>
        </w:tc>
      </w:tr>
      <w:tr w:rsidR="00813D1C" w:rsidRPr="008D5647" w14:paraId="49EC5006" w14:textId="77777777" w:rsidTr="00813D1C">
        <w:tc>
          <w:tcPr>
            <w:tcW w:w="1962" w:type="dxa"/>
          </w:tcPr>
          <w:p w14:paraId="2ED0D460" w14:textId="28F1B149" w:rsidR="00813D1C" w:rsidRPr="008D5647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8D5647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Wypowiedzi ustne i pisemne studenta na ćwiczeniach, opracowanie projektu, kolokwium, Egzamin</w:t>
            </w:r>
          </w:p>
        </w:tc>
        <w:tc>
          <w:tcPr>
            <w:tcW w:w="2117" w:type="dxa"/>
          </w:tcPr>
          <w:p w14:paraId="5883E2FE" w14:textId="56A80BAE" w:rsidR="00813D1C" w:rsidRPr="008D5647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  <w:p w14:paraId="1827CCE6" w14:textId="1E81115D" w:rsidR="00813D1C" w:rsidRPr="008D5647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813D1C" w:rsidRPr="008D5647" w14:paraId="4B337882" w14:textId="77777777" w:rsidTr="00813D1C">
        <w:tc>
          <w:tcPr>
            <w:tcW w:w="1962" w:type="dxa"/>
          </w:tcPr>
          <w:p w14:paraId="09C6C010" w14:textId="10646C13" w:rsidR="00813D1C" w:rsidRPr="008D5647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8D5647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8D5647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14:paraId="3E4642A2" w14:textId="77777777" w:rsidR="00923D7D" w:rsidRPr="008D56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87721E3" w14:textId="77777777" w:rsidR="0085747A" w:rsidRPr="008D56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8D5647">
        <w:rPr>
          <w:rFonts w:ascii="Corbel" w:hAnsi="Corbel"/>
          <w:smallCaps w:val="0"/>
          <w:sz w:val="22"/>
        </w:rPr>
        <w:t xml:space="preserve">4.2 </w:t>
      </w:r>
      <w:r w:rsidR="0085747A" w:rsidRPr="008D564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8D5647">
        <w:rPr>
          <w:rFonts w:ascii="Corbel" w:hAnsi="Corbel"/>
          <w:smallCaps w:val="0"/>
          <w:sz w:val="22"/>
        </w:rPr>
        <w:t xml:space="preserve"> </w:t>
      </w:r>
    </w:p>
    <w:p w14:paraId="7D5BBD8E" w14:textId="77777777" w:rsidR="00923D7D" w:rsidRPr="008D56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D5647" w14:paraId="752727C6" w14:textId="77777777" w:rsidTr="00923D7D">
        <w:tc>
          <w:tcPr>
            <w:tcW w:w="9670" w:type="dxa"/>
          </w:tcPr>
          <w:p w14:paraId="1FACB005" w14:textId="0BE41EEA" w:rsidR="00813D1C" w:rsidRPr="008D5647" w:rsidRDefault="00813D1C" w:rsidP="00813D1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 xml:space="preserve">Aktywność studenta w czasie zajęć; znajomość literatury zalecanej </w:t>
            </w:r>
            <w:r w:rsidR="00156F76" w:rsidRPr="008D5647">
              <w:rPr>
                <w:rFonts w:ascii="Corbel" w:hAnsi="Corbel"/>
              </w:rPr>
              <w:t>do przygotowania na zajęcia</w:t>
            </w:r>
            <w:r w:rsidRPr="008D5647">
              <w:rPr>
                <w:rFonts w:ascii="Corbel" w:hAnsi="Corbel"/>
              </w:rPr>
              <w:t>;</w:t>
            </w:r>
            <w:r w:rsidR="00156F76" w:rsidRPr="008D5647">
              <w:rPr>
                <w:rFonts w:ascii="Corbel" w:hAnsi="Corbel"/>
              </w:rPr>
              <w:t xml:space="preserve"> </w:t>
            </w:r>
            <w:r w:rsidRPr="008D5647">
              <w:rPr>
                <w:rFonts w:ascii="Corbel" w:hAnsi="Corbel"/>
              </w:rPr>
              <w:t>zaliczenie kolokwium, przygotowanie projektu badawczego.</w:t>
            </w:r>
          </w:p>
          <w:p w14:paraId="3EE97C52" w14:textId="77777777" w:rsidR="00813D1C" w:rsidRPr="008D5647" w:rsidRDefault="00813D1C" w:rsidP="00813D1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Warunkiem przystąpienia do egzaminu jest pozytywna ocena z ćwiczeń.</w:t>
            </w:r>
          </w:p>
          <w:p w14:paraId="35DC1C99" w14:textId="3CE131F1" w:rsidR="00923D7D" w:rsidRPr="008D5647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Warunkiem zaliczenia egzaminu jest udzielenie odpowiedzi na pytania egzaminacyjne - minimum 50%.</w:t>
            </w:r>
          </w:p>
          <w:p w14:paraId="5841F37F" w14:textId="77777777" w:rsidR="0085747A" w:rsidRPr="008D56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7A2DD28F" w14:textId="77777777" w:rsidR="0085747A" w:rsidRPr="008D56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AF3AD10" w14:textId="77777777" w:rsidR="009F4610" w:rsidRPr="008D564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8D5647">
        <w:rPr>
          <w:rFonts w:ascii="Corbel" w:hAnsi="Corbel"/>
          <w:b/>
        </w:rPr>
        <w:t xml:space="preserve">5. </w:t>
      </w:r>
      <w:r w:rsidR="00C61DC5" w:rsidRPr="008D564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8D56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D5647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8D56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8D5647">
              <w:rPr>
                <w:rFonts w:ascii="Corbel" w:hAnsi="Corbel"/>
                <w:b/>
              </w:rPr>
              <w:t>Forma a</w:t>
            </w:r>
            <w:r w:rsidR="0085747A" w:rsidRPr="008D5647">
              <w:rPr>
                <w:rFonts w:ascii="Corbel" w:hAnsi="Corbel"/>
                <w:b/>
              </w:rPr>
              <w:t>ktywnoś</w:t>
            </w:r>
            <w:r w:rsidRPr="008D564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8D56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8D5647">
              <w:rPr>
                <w:rFonts w:ascii="Corbel" w:hAnsi="Corbel"/>
                <w:b/>
              </w:rPr>
              <w:t>Średnia l</w:t>
            </w:r>
            <w:r w:rsidR="0085747A" w:rsidRPr="008D5647">
              <w:rPr>
                <w:rFonts w:ascii="Corbel" w:hAnsi="Corbel"/>
                <w:b/>
              </w:rPr>
              <w:t>iczba godzin</w:t>
            </w:r>
            <w:r w:rsidR="0071620A" w:rsidRPr="008D5647">
              <w:rPr>
                <w:rFonts w:ascii="Corbel" w:hAnsi="Corbel"/>
                <w:b/>
              </w:rPr>
              <w:t xml:space="preserve"> </w:t>
            </w:r>
            <w:r w:rsidRPr="008D564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8D5647" w14:paraId="12CA6C59" w14:textId="77777777" w:rsidTr="00923D7D">
        <w:tc>
          <w:tcPr>
            <w:tcW w:w="4962" w:type="dxa"/>
          </w:tcPr>
          <w:p w14:paraId="7AF74C81" w14:textId="77777777" w:rsidR="0085747A" w:rsidRPr="008D564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G</w:t>
            </w:r>
            <w:r w:rsidR="0085747A" w:rsidRPr="008D5647">
              <w:rPr>
                <w:rFonts w:ascii="Corbel" w:hAnsi="Corbel"/>
              </w:rPr>
              <w:t xml:space="preserve">odziny </w:t>
            </w:r>
            <w:r w:rsidRPr="008D5647">
              <w:rPr>
                <w:rFonts w:ascii="Corbel" w:hAnsi="Corbel"/>
              </w:rPr>
              <w:t>kontaktowe</w:t>
            </w:r>
            <w:r w:rsidR="0085747A" w:rsidRPr="008D5647">
              <w:rPr>
                <w:rFonts w:ascii="Corbel" w:hAnsi="Corbel"/>
              </w:rPr>
              <w:t xml:space="preserve"> w</w:t>
            </w:r>
            <w:r w:rsidRPr="008D5647">
              <w:rPr>
                <w:rFonts w:ascii="Corbel" w:hAnsi="Corbel"/>
              </w:rPr>
              <w:t>ynikające</w:t>
            </w:r>
            <w:r w:rsidR="0085747A" w:rsidRPr="008D5647">
              <w:rPr>
                <w:rFonts w:ascii="Corbel" w:hAnsi="Corbel"/>
              </w:rPr>
              <w:t xml:space="preserve"> z</w:t>
            </w:r>
            <w:r w:rsidR="009C1331" w:rsidRPr="008D5647">
              <w:rPr>
                <w:rFonts w:ascii="Corbel" w:hAnsi="Corbel"/>
              </w:rPr>
              <w:t> </w:t>
            </w:r>
            <w:r w:rsidR="0045729E" w:rsidRPr="008D5647">
              <w:rPr>
                <w:rFonts w:ascii="Corbel" w:hAnsi="Corbel"/>
              </w:rPr>
              <w:t>harmonogramu</w:t>
            </w:r>
            <w:r w:rsidR="0085747A" w:rsidRPr="008D5647">
              <w:rPr>
                <w:rFonts w:ascii="Corbel" w:hAnsi="Corbel"/>
              </w:rPr>
              <w:t xml:space="preserve"> </w:t>
            </w:r>
            <w:r w:rsidRPr="008D5647">
              <w:rPr>
                <w:rFonts w:ascii="Corbel" w:hAnsi="Corbel"/>
              </w:rPr>
              <w:t>studiów</w:t>
            </w:r>
            <w:r w:rsidR="0045729E" w:rsidRPr="008D564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7C3EDDA8" w14:textId="20E3793A" w:rsidR="0085747A" w:rsidRPr="008D5647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45</w:t>
            </w:r>
          </w:p>
        </w:tc>
      </w:tr>
      <w:tr w:rsidR="00C61DC5" w:rsidRPr="008D5647" w14:paraId="0B13FCEC" w14:textId="77777777" w:rsidTr="00923D7D">
        <w:tc>
          <w:tcPr>
            <w:tcW w:w="4962" w:type="dxa"/>
          </w:tcPr>
          <w:p w14:paraId="7AAB3E9D" w14:textId="77777777" w:rsidR="00C61DC5" w:rsidRPr="008D56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Inne z udziałem nauczyciela</w:t>
            </w:r>
            <w:r w:rsidR="0045729E" w:rsidRPr="008D5647">
              <w:rPr>
                <w:rFonts w:ascii="Corbel" w:hAnsi="Corbel"/>
              </w:rPr>
              <w:t xml:space="preserve"> akademickiego</w:t>
            </w:r>
          </w:p>
          <w:p w14:paraId="168DF44A" w14:textId="77777777" w:rsidR="00C61DC5" w:rsidRPr="008D56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5EE17A0C" w14:textId="51AE641C" w:rsidR="00C61DC5" w:rsidRPr="008D5647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2</w:t>
            </w:r>
          </w:p>
        </w:tc>
      </w:tr>
      <w:tr w:rsidR="00C61DC5" w:rsidRPr="008D5647" w14:paraId="3DF37595" w14:textId="77777777" w:rsidTr="00923D7D">
        <w:tc>
          <w:tcPr>
            <w:tcW w:w="4962" w:type="dxa"/>
          </w:tcPr>
          <w:p w14:paraId="18DAA60E" w14:textId="77777777" w:rsidR="0071620A" w:rsidRPr="008D56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 xml:space="preserve">Godziny </w:t>
            </w:r>
            <w:proofErr w:type="spellStart"/>
            <w:r w:rsidRPr="008D5647">
              <w:rPr>
                <w:rFonts w:ascii="Corbel" w:hAnsi="Corbel"/>
              </w:rPr>
              <w:t>niekontaktowe</w:t>
            </w:r>
            <w:proofErr w:type="spellEnd"/>
            <w:r w:rsidRPr="008D5647">
              <w:rPr>
                <w:rFonts w:ascii="Corbel" w:hAnsi="Corbel"/>
              </w:rPr>
              <w:t xml:space="preserve"> – praca własna studenta</w:t>
            </w:r>
          </w:p>
          <w:p w14:paraId="78118A60" w14:textId="6FB60E9F" w:rsidR="00813D1C" w:rsidRPr="008D56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 xml:space="preserve">(przygotowanie do zajęć, </w:t>
            </w:r>
          </w:p>
          <w:p w14:paraId="365BE2C6" w14:textId="14EB962D" w:rsidR="00813D1C" w:rsidRPr="008D5647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Przygotowanie do kolokwium</w:t>
            </w:r>
          </w:p>
          <w:p w14:paraId="2CED082D" w14:textId="24875E75" w:rsidR="00813D1C" w:rsidRPr="008D5647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Opracowanie projektu</w:t>
            </w:r>
          </w:p>
          <w:p w14:paraId="17212308" w14:textId="07A3542C" w:rsidR="00C61DC5" w:rsidRPr="008D5647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Przygotowanie do egzaminu</w:t>
            </w:r>
            <w:r w:rsidR="00C61DC5" w:rsidRPr="008D5647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043324CB" w14:textId="77777777" w:rsidR="00C61DC5" w:rsidRPr="008D5647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AA77CC8" w14:textId="77777777" w:rsidR="00156F76" w:rsidRPr="008D5647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77919100" w14:textId="2A374B0F" w:rsidR="00156F76" w:rsidRPr="008D5647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10</w:t>
            </w:r>
          </w:p>
          <w:p w14:paraId="48D8EBC1" w14:textId="3753C2B2" w:rsidR="00156F76" w:rsidRPr="008D5647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15</w:t>
            </w:r>
          </w:p>
          <w:p w14:paraId="7D07F0B6" w14:textId="35600262" w:rsidR="00156F76" w:rsidRPr="008D5647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13</w:t>
            </w:r>
          </w:p>
          <w:p w14:paraId="6D49A95E" w14:textId="0C2DA6A8" w:rsidR="00156F76" w:rsidRPr="008D5647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15</w:t>
            </w:r>
          </w:p>
        </w:tc>
      </w:tr>
      <w:tr w:rsidR="0085747A" w:rsidRPr="008D5647" w14:paraId="0613A888" w14:textId="77777777" w:rsidTr="00923D7D">
        <w:tc>
          <w:tcPr>
            <w:tcW w:w="4962" w:type="dxa"/>
          </w:tcPr>
          <w:p w14:paraId="3FF2A77A" w14:textId="77777777" w:rsidR="0085747A" w:rsidRPr="008D56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5B0FBEB2" w14:textId="4BE8A314" w:rsidR="0085747A" w:rsidRPr="008D5647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100</w:t>
            </w:r>
          </w:p>
        </w:tc>
      </w:tr>
      <w:tr w:rsidR="0085747A" w:rsidRPr="008D5647" w14:paraId="6623EDF4" w14:textId="77777777" w:rsidTr="00923D7D">
        <w:tc>
          <w:tcPr>
            <w:tcW w:w="4962" w:type="dxa"/>
          </w:tcPr>
          <w:p w14:paraId="3B35122B" w14:textId="77777777" w:rsidR="0085747A" w:rsidRPr="008D56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8D564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1FE0DF0C" w:rsidR="0085747A" w:rsidRPr="008D5647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>4</w:t>
            </w:r>
          </w:p>
        </w:tc>
      </w:tr>
    </w:tbl>
    <w:p w14:paraId="0B6C8F2C" w14:textId="77777777" w:rsidR="0085747A" w:rsidRPr="008D56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8D564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8D564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5EBD432E" w14:textId="77777777" w:rsidR="003E1941" w:rsidRPr="008D56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DC71E65" w14:textId="77777777" w:rsidR="0085747A" w:rsidRPr="008D564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8D5647">
        <w:rPr>
          <w:rFonts w:ascii="Corbel" w:hAnsi="Corbel"/>
          <w:smallCaps w:val="0"/>
          <w:sz w:val="22"/>
        </w:rPr>
        <w:t xml:space="preserve">6. </w:t>
      </w:r>
      <w:r w:rsidR="0085747A" w:rsidRPr="008D5647">
        <w:rPr>
          <w:rFonts w:ascii="Corbel" w:hAnsi="Corbel"/>
          <w:smallCaps w:val="0"/>
          <w:sz w:val="22"/>
        </w:rPr>
        <w:t>PRAKTYKI ZAWO</w:t>
      </w:r>
      <w:r w:rsidR="009C1331" w:rsidRPr="008D5647">
        <w:rPr>
          <w:rFonts w:ascii="Corbel" w:hAnsi="Corbel"/>
          <w:smallCaps w:val="0"/>
          <w:sz w:val="22"/>
        </w:rPr>
        <w:t>DOWE W RAMACH PRZEDMIOTU</w:t>
      </w:r>
    </w:p>
    <w:p w14:paraId="7AE5C4A1" w14:textId="77777777" w:rsidR="0085747A" w:rsidRPr="008D56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D5647" w14:paraId="47CEC739" w14:textId="77777777" w:rsidTr="0071620A">
        <w:trPr>
          <w:trHeight w:val="397"/>
        </w:trPr>
        <w:tc>
          <w:tcPr>
            <w:tcW w:w="3544" w:type="dxa"/>
          </w:tcPr>
          <w:p w14:paraId="5BB560AE" w14:textId="77777777" w:rsidR="0085747A" w:rsidRPr="008D56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584AC75B" w14:textId="00DBF46F" w:rsidR="0085747A" w:rsidRPr="008D5647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---------------</w:t>
            </w:r>
          </w:p>
        </w:tc>
      </w:tr>
      <w:tr w:rsidR="0085747A" w:rsidRPr="008D5647" w14:paraId="36460145" w14:textId="77777777" w:rsidTr="0071620A">
        <w:trPr>
          <w:trHeight w:val="397"/>
        </w:trPr>
        <w:tc>
          <w:tcPr>
            <w:tcW w:w="3544" w:type="dxa"/>
          </w:tcPr>
          <w:p w14:paraId="62BDB563" w14:textId="77777777" w:rsidR="0085747A" w:rsidRPr="008D56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22E49572" w14:textId="4F93041D" w:rsidR="0085747A" w:rsidRPr="008D5647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--------------</w:t>
            </w:r>
          </w:p>
        </w:tc>
      </w:tr>
    </w:tbl>
    <w:p w14:paraId="36AB7927" w14:textId="77777777" w:rsidR="003E1941" w:rsidRPr="008D56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B5392C6" w14:textId="77777777" w:rsidR="0085747A" w:rsidRPr="008D56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8D5647">
        <w:rPr>
          <w:rFonts w:ascii="Corbel" w:hAnsi="Corbel"/>
          <w:smallCaps w:val="0"/>
          <w:sz w:val="22"/>
        </w:rPr>
        <w:t xml:space="preserve">7. </w:t>
      </w:r>
      <w:r w:rsidR="0085747A" w:rsidRPr="008D5647">
        <w:rPr>
          <w:rFonts w:ascii="Corbel" w:hAnsi="Corbel"/>
          <w:smallCaps w:val="0"/>
          <w:sz w:val="22"/>
        </w:rPr>
        <w:t>LITERATURA</w:t>
      </w:r>
      <w:r w:rsidRPr="008D5647">
        <w:rPr>
          <w:rFonts w:ascii="Corbel" w:hAnsi="Corbel"/>
          <w:smallCaps w:val="0"/>
          <w:sz w:val="22"/>
        </w:rPr>
        <w:t xml:space="preserve"> </w:t>
      </w:r>
    </w:p>
    <w:p w14:paraId="0032AC52" w14:textId="77777777" w:rsidR="00675843" w:rsidRPr="008D56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D5647" w14:paraId="0D7277E6" w14:textId="77777777" w:rsidTr="0071620A">
        <w:trPr>
          <w:trHeight w:val="397"/>
        </w:trPr>
        <w:tc>
          <w:tcPr>
            <w:tcW w:w="7513" w:type="dxa"/>
          </w:tcPr>
          <w:p w14:paraId="7E989D80" w14:textId="43E28CF0" w:rsidR="0085747A" w:rsidRPr="008D56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F841AC3" w14:textId="77777777" w:rsidR="00156F76" w:rsidRPr="008D5647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8D5647">
              <w:rPr>
                <w:rFonts w:ascii="Corbel" w:hAnsi="Corbel"/>
              </w:rPr>
              <w:t>Babbie</w:t>
            </w:r>
            <w:proofErr w:type="spellEnd"/>
            <w:r w:rsidRPr="008D5647">
              <w:rPr>
                <w:rFonts w:ascii="Corbel" w:hAnsi="Corbel"/>
              </w:rPr>
              <w:t xml:space="preserve"> E, </w:t>
            </w:r>
            <w:r w:rsidRPr="008D5647">
              <w:rPr>
                <w:rFonts w:ascii="Corbel" w:hAnsi="Corbel"/>
                <w:i/>
              </w:rPr>
              <w:t>Podstawy badań społecznych</w:t>
            </w:r>
            <w:r w:rsidRPr="008D5647">
              <w:rPr>
                <w:rFonts w:ascii="Corbel" w:hAnsi="Corbel"/>
              </w:rPr>
              <w:t>, Warszawa 2008</w:t>
            </w:r>
          </w:p>
          <w:p w14:paraId="4A039251" w14:textId="77777777" w:rsidR="00156F76" w:rsidRPr="008D5647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8D5647">
              <w:rPr>
                <w:rFonts w:ascii="Corbel" w:hAnsi="Corbel"/>
              </w:rPr>
              <w:t>Babbie</w:t>
            </w:r>
            <w:proofErr w:type="spellEnd"/>
            <w:r w:rsidRPr="008D5647">
              <w:rPr>
                <w:rFonts w:ascii="Corbel" w:hAnsi="Corbel"/>
              </w:rPr>
              <w:t xml:space="preserve"> E., </w:t>
            </w:r>
            <w:r w:rsidRPr="008D5647">
              <w:rPr>
                <w:rFonts w:ascii="Corbel" w:hAnsi="Corbel"/>
                <w:i/>
              </w:rPr>
              <w:t>Badania społeczne w praktyce</w:t>
            </w:r>
            <w:r w:rsidRPr="008D5647">
              <w:rPr>
                <w:rFonts w:ascii="Corbel" w:hAnsi="Corbel"/>
              </w:rPr>
              <w:t>, Warszawa 2007</w:t>
            </w:r>
          </w:p>
          <w:p w14:paraId="06110159" w14:textId="77777777" w:rsidR="00156F76" w:rsidRPr="008D5647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8D5647">
              <w:rPr>
                <w:rFonts w:ascii="Corbel" w:hAnsi="Corbel"/>
              </w:rPr>
              <w:t>Kawcki</w:t>
            </w:r>
            <w:proofErr w:type="spellEnd"/>
            <w:r w:rsidRPr="008D5647">
              <w:rPr>
                <w:rFonts w:ascii="Corbel" w:hAnsi="Corbel"/>
              </w:rPr>
              <w:t xml:space="preserve"> I., </w:t>
            </w:r>
            <w:r w:rsidRPr="008D5647">
              <w:rPr>
                <w:rFonts w:ascii="Corbel" w:hAnsi="Corbel"/>
                <w:i/>
              </w:rPr>
              <w:t>Szkice z metodologii jakościowych badań edukacyjnych</w:t>
            </w:r>
            <w:r w:rsidRPr="008D5647">
              <w:rPr>
                <w:rFonts w:ascii="Corbel" w:hAnsi="Corbel"/>
              </w:rPr>
              <w:t>, Rzeszów 2019</w:t>
            </w:r>
          </w:p>
          <w:p w14:paraId="556D7797" w14:textId="77777777" w:rsidR="00156F76" w:rsidRPr="008D5647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 xml:space="preserve">Łobocki M., </w:t>
            </w:r>
            <w:r w:rsidRPr="008D5647">
              <w:rPr>
                <w:rFonts w:ascii="Corbel" w:hAnsi="Corbel"/>
                <w:i/>
              </w:rPr>
              <w:t>Metody i techniki badań pedagogicznych</w:t>
            </w:r>
            <w:r w:rsidRPr="008D5647">
              <w:rPr>
                <w:rFonts w:ascii="Corbel" w:hAnsi="Corbel"/>
              </w:rPr>
              <w:t>, Kraków 2000</w:t>
            </w:r>
          </w:p>
          <w:p w14:paraId="6391C7E6" w14:textId="77777777" w:rsidR="00156F76" w:rsidRPr="008D5647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 xml:space="preserve">Frankfort – </w:t>
            </w:r>
            <w:proofErr w:type="spellStart"/>
            <w:r w:rsidRPr="008D5647">
              <w:rPr>
                <w:rFonts w:ascii="Corbel" w:hAnsi="Corbel"/>
              </w:rPr>
              <w:t>Nachmias</w:t>
            </w:r>
            <w:proofErr w:type="spellEnd"/>
            <w:r w:rsidRPr="008D5647">
              <w:rPr>
                <w:rFonts w:ascii="Corbel" w:hAnsi="Corbel"/>
              </w:rPr>
              <w:t xml:space="preserve"> Ch., </w:t>
            </w:r>
            <w:proofErr w:type="spellStart"/>
            <w:r w:rsidRPr="008D5647">
              <w:rPr>
                <w:rFonts w:ascii="Corbel" w:hAnsi="Corbel"/>
              </w:rPr>
              <w:t>Nachmias</w:t>
            </w:r>
            <w:proofErr w:type="spellEnd"/>
            <w:r w:rsidRPr="008D5647">
              <w:rPr>
                <w:rFonts w:ascii="Corbel" w:hAnsi="Corbel"/>
              </w:rPr>
              <w:t xml:space="preserve"> D</w:t>
            </w:r>
            <w:r w:rsidRPr="008D5647">
              <w:rPr>
                <w:rFonts w:ascii="Corbel" w:hAnsi="Corbel"/>
                <w:i/>
              </w:rPr>
              <w:t>., Metody badawcze w naukach społecznych</w:t>
            </w:r>
            <w:r w:rsidRPr="008D5647">
              <w:rPr>
                <w:rFonts w:ascii="Corbel" w:hAnsi="Corbel"/>
              </w:rPr>
              <w:t>, Poznań 2001</w:t>
            </w:r>
          </w:p>
          <w:p w14:paraId="4D052310" w14:textId="77777777" w:rsidR="00156F76" w:rsidRPr="008D5647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 xml:space="preserve">Palka S., </w:t>
            </w:r>
            <w:r w:rsidRPr="008D5647">
              <w:rPr>
                <w:rFonts w:ascii="Corbel" w:hAnsi="Corbel"/>
                <w:i/>
              </w:rPr>
              <w:t>Metodologia, Badania, Praktyka pedagogiczna</w:t>
            </w:r>
            <w:r w:rsidRPr="008D5647">
              <w:rPr>
                <w:rFonts w:ascii="Corbel" w:hAnsi="Corbel"/>
              </w:rPr>
              <w:t>, Gdańsk 2006</w:t>
            </w:r>
          </w:p>
          <w:p w14:paraId="571EE95F" w14:textId="77777777" w:rsidR="00156F76" w:rsidRPr="008D5647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 xml:space="preserve">Pilch T., Bauman T., </w:t>
            </w:r>
            <w:r w:rsidRPr="008D5647">
              <w:rPr>
                <w:rFonts w:ascii="Corbel" w:hAnsi="Corbel"/>
                <w:i/>
              </w:rPr>
              <w:t>Zasady badań pedagogicznych, strategie ilościowe i jakościowe,</w:t>
            </w:r>
            <w:r w:rsidRPr="008D5647">
              <w:rPr>
                <w:rFonts w:ascii="Corbel" w:hAnsi="Corbel"/>
              </w:rPr>
              <w:t xml:space="preserve"> Warszawa 2001</w:t>
            </w:r>
          </w:p>
          <w:p w14:paraId="6545BD82" w14:textId="25D77E8F" w:rsidR="00156F76" w:rsidRPr="008D5647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 xml:space="preserve">Rubacha, K., </w:t>
            </w:r>
            <w:r w:rsidRPr="008D5647">
              <w:rPr>
                <w:rFonts w:ascii="Corbel" w:hAnsi="Corbel"/>
                <w:i/>
              </w:rPr>
              <w:t>Metodologia badań nad edukacją</w:t>
            </w:r>
            <w:r w:rsidRPr="008D5647">
              <w:rPr>
                <w:rFonts w:ascii="Corbel" w:hAnsi="Corbel"/>
              </w:rPr>
              <w:t>, Warszawa 2008</w:t>
            </w:r>
          </w:p>
          <w:p w14:paraId="330978F7" w14:textId="5611A94C" w:rsidR="00156F76" w:rsidRPr="008D5647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85747A" w:rsidRPr="008D5647" w14:paraId="541C6049" w14:textId="77777777" w:rsidTr="0071620A">
        <w:trPr>
          <w:trHeight w:val="397"/>
        </w:trPr>
        <w:tc>
          <w:tcPr>
            <w:tcW w:w="7513" w:type="dxa"/>
          </w:tcPr>
          <w:p w14:paraId="0C6D7B9E" w14:textId="53FB5C59" w:rsidR="0085747A" w:rsidRPr="008D56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7E5FD141" w14:textId="77777777" w:rsidR="00156F76" w:rsidRPr="008D5647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 xml:space="preserve">Konecki K., </w:t>
            </w:r>
            <w:r w:rsidRPr="008D5647">
              <w:rPr>
                <w:rFonts w:ascii="Corbel" w:hAnsi="Corbel"/>
                <w:b w:val="0"/>
                <w:i/>
                <w:smallCaps w:val="0"/>
                <w:sz w:val="22"/>
              </w:rPr>
              <w:t>Studia a metodologii badań jakościowych</w:t>
            </w:r>
            <w:r w:rsidRPr="008D5647">
              <w:rPr>
                <w:rFonts w:ascii="Corbel" w:hAnsi="Corbel"/>
                <w:b w:val="0"/>
                <w:smallCaps w:val="0"/>
                <w:sz w:val="22"/>
              </w:rPr>
              <w:t>, Warszawa 2000</w:t>
            </w:r>
          </w:p>
          <w:p w14:paraId="5E8CE421" w14:textId="77777777" w:rsidR="00156F76" w:rsidRPr="008D5647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D5647">
              <w:rPr>
                <w:rFonts w:ascii="Corbel" w:hAnsi="Corbel"/>
              </w:rPr>
              <w:t xml:space="preserve">Palka S., </w:t>
            </w:r>
            <w:r w:rsidRPr="008D5647">
              <w:rPr>
                <w:rFonts w:ascii="Corbel" w:hAnsi="Corbel"/>
                <w:i/>
              </w:rPr>
              <w:t>Podstawy metodologii badań w pedagogice</w:t>
            </w:r>
            <w:r w:rsidRPr="008D5647">
              <w:rPr>
                <w:rFonts w:ascii="Corbel" w:hAnsi="Corbel"/>
              </w:rPr>
              <w:t>, Gdańsk 2010</w:t>
            </w:r>
          </w:p>
          <w:p w14:paraId="6D129EB7" w14:textId="39F34F6E" w:rsidR="00156F76" w:rsidRPr="008D5647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5647">
              <w:rPr>
                <w:rFonts w:ascii="Corbel" w:hAnsi="Corbel"/>
                <w:b w:val="0"/>
                <w:smallCaps w:val="0"/>
                <w:sz w:val="22"/>
              </w:rPr>
              <w:t xml:space="preserve">Schuman H., </w:t>
            </w:r>
            <w:r w:rsidRPr="008D5647">
              <w:rPr>
                <w:rFonts w:ascii="Corbel" w:hAnsi="Corbel"/>
                <w:b w:val="0"/>
                <w:i/>
                <w:smallCaps w:val="0"/>
                <w:sz w:val="22"/>
              </w:rPr>
              <w:t>Metoda i znaczenie w badaniach sondażow</w:t>
            </w:r>
            <w:r w:rsidRPr="008D5647">
              <w:rPr>
                <w:rFonts w:ascii="Corbel" w:hAnsi="Corbel"/>
                <w:b w:val="0"/>
                <w:smallCaps w:val="0"/>
                <w:sz w:val="22"/>
              </w:rPr>
              <w:t>ych, Warszawa 2000</w:t>
            </w:r>
          </w:p>
          <w:p w14:paraId="7B6E5E16" w14:textId="57EBCEE8" w:rsidR="00156F76" w:rsidRPr="008D5647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</w:p>
        </w:tc>
      </w:tr>
    </w:tbl>
    <w:p w14:paraId="16E9A61E" w14:textId="77777777" w:rsidR="0085747A" w:rsidRPr="008D5647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8D564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8D56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88744" w14:textId="77777777" w:rsidR="0033758B" w:rsidRDefault="0033758B" w:rsidP="00C16ABF">
      <w:pPr>
        <w:spacing w:after="0" w:line="240" w:lineRule="auto"/>
      </w:pPr>
      <w:r>
        <w:separator/>
      </w:r>
    </w:p>
  </w:endnote>
  <w:endnote w:type="continuationSeparator" w:id="0">
    <w:p w14:paraId="0DC5CBB7" w14:textId="77777777" w:rsidR="0033758B" w:rsidRDefault="003375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48F88C" w14:textId="77777777" w:rsidR="0033758B" w:rsidRDefault="0033758B" w:rsidP="00C16ABF">
      <w:pPr>
        <w:spacing w:after="0" w:line="240" w:lineRule="auto"/>
      </w:pPr>
      <w:r>
        <w:separator/>
      </w:r>
    </w:p>
  </w:footnote>
  <w:footnote w:type="continuationSeparator" w:id="0">
    <w:p w14:paraId="4A195111" w14:textId="77777777" w:rsidR="0033758B" w:rsidRDefault="0033758B" w:rsidP="00C16ABF">
      <w:pPr>
        <w:spacing w:after="0" w:line="240" w:lineRule="auto"/>
      </w:pPr>
      <w:r>
        <w:continuationSeparator/>
      </w:r>
    </w:p>
  </w:footnote>
  <w:footnote w:id="1">
    <w:p w14:paraId="36850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EE0"/>
    <w:rsid w:val="00022ECE"/>
    <w:rsid w:val="00042A51"/>
    <w:rsid w:val="00042D2E"/>
    <w:rsid w:val="00044C82"/>
    <w:rsid w:val="00070ED6"/>
    <w:rsid w:val="000742DC"/>
    <w:rsid w:val="00075E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8D4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8AC"/>
    <w:rsid w:val="001D657B"/>
    <w:rsid w:val="001D7B54"/>
    <w:rsid w:val="001E0209"/>
    <w:rsid w:val="001F2CA2"/>
    <w:rsid w:val="00212C8B"/>
    <w:rsid w:val="002144C0"/>
    <w:rsid w:val="0022477D"/>
    <w:rsid w:val="00226498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8B"/>
    <w:rsid w:val="00346FE9"/>
    <w:rsid w:val="0034759A"/>
    <w:rsid w:val="003503F6"/>
    <w:rsid w:val="003530DD"/>
    <w:rsid w:val="00363F78"/>
    <w:rsid w:val="0039529C"/>
    <w:rsid w:val="003A0A5B"/>
    <w:rsid w:val="003A1176"/>
    <w:rsid w:val="003C0BAE"/>
    <w:rsid w:val="003D18A9"/>
    <w:rsid w:val="003D6CE2"/>
    <w:rsid w:val="003E1941"/>
    <w:rsid w:val="003E24D4"/>
    <w:rsid w:val="003E2FE6"/>
    <w:rsid w:val="003E49D5"/>
    <w:rsid w:val="003F38C0"/>
    <w:rsid w:val="00414E3C"/>
    <w:rsid w:val="0042244A"/>
    <w:rsid w:val="004243D3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5A02"/>
    <w:rsid w:val="00490F7D"/>
    <w:rsid w:val="00491678"/>
    <w:rsid w:val="004968E2"/>
    <w:rsid w:val="004A3EEA"/>
    <w:rsid w:val="004A4D1F"/>
    <w:rsid w:val="004D5282"/>
    <w:rsid w:val="004F1551"/>
    <w:rsid w:val="004F55A3"/>
    <w:rsid w:val="004F7901"/>
    <w:rsid w:val="0050496F"/>
    <w:rsid w:val="00506E00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2AC"/>
    <w:rsid w:val="00696477"/>
    <w:rsid w:val="006D050F"/>
    <w:rsid w:val="006D6139"/>
    <w:rsid w:val="006E444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44"/>
    <w:rsid w:val="007F1652"/>
    <w:rsid w:val="007F4155"/>
    <w:rsid w:val="00813D1C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647"/>
    <w:rsid w:val="008E64F4"/>
    <w:rsid w:val="008F12C9"/>
    <w:rsid w:val="008F4EFA"/>
    <w:rsid w:val="008F6E29"/>
    <w:rsid w:val="00916188"/>
    <w:rsid w:val="00923D7D"/>
    <w:rsid w:val="009508DF"/>
    <w:rsid w:val="00950DAC"/>
    <w:rsid w:val="00954A07"/>
    <w:rsid w:val="0097391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8D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B57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A552D-5C9A-49DC-B58B-EE5AEE96D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991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2019-12-09T10:31:00Z</cp:lastPrinted>
  <dcterms:created xsi:type="dcterms:W3CDTF">2019-11-27T17:06:00Z</dcterms:created>
  <dcterms:modified xsi:type="dcterms:W3CDTF">2021-01-13T12:24:00Z</dcterms:modified>
</cp:coreProperties>
</file>